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D5A7F" w14:textId="6B9537FE"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B853EE" w:rsidRPr="00B853EE">
        <w:rPr>
          <w:lang w:val="en-AU"/>
        </w:rPr>
        <w:t>9-15/2023/27</w:t>
      </w:r>
      <w:bookmarkStart w:id="0" w:name="_GoBack"/>
      <w:bookmarkEnd w:id="0"/>
    </w:p>
    <w:p w14:paraId="298564B3" w14:textId="77777777" w:rsidR="00B94694" w:rsidRPr="005A3A33" w:rsidRDefault="00B94694" w:rsidP="00B94694">
      <w:pPr>
        <w:jc w:val="both"/>
        <w:rPr>
          <w:spacing w:val="0"/>
          <w:szCs w:val="18"/>
        </w:rPr>
      </w:pPr>
    </w:p>
    <w:p w14:paraId="7D74E118" w14:textId="77777777" w:rsidR="00B94694" w:rsidRDefault="00B94694" w:rsidP="008D247D">
      <w:pPr>
        <w:tabs>
          <w:tab w:val="right" w:pos="9000"/>
        </w:tabs>
        <w:jc w:val="both"/>
        <w:rPr>
          <w:spacing w:val="0"/>
          <w:szCs w:val="18"/>
        </w:rPr>
      </w:pPr>
    </w:p>
    <w:p w14:paraId="07EC4D29"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0F58BFB1" w14:textId="77777777" w:rsidR="00B94694" w:rsidRPr="005A3A33" w:rsidRDefault="00B94694" w:rsidP="00B94694">
      <w:pPr>
        <w:jc w:val="both"/>
        <w:rPr>
          <w:spacing w:val="0"/>
        </w:rPr>
      </w:pPr>
    </w:p>
    <w:p w14:paraId="5ABE99B4" w14:textId="77777777" w:rsidR="00B94694" w:rsidRPr="00D05CEE" w:rsidRDefault="00B94694" w:rsidP="008D247D">
      <w:pPr>
        <w:spacing w:after="240"/>
        <w:jc w:val="both"/>
        <w:rPr>
          <w:spacing w:val="0"/>
        </w:rPr>
      </w:pPr>
      <w:r w:rsidRPr="00D05CEE">
        <w:rPr>
          <w:b/>
          <w:bCs/>
          <w:spacing w:val="0"/>
        </w:rPr>
        <w:t>Riigimetsa Majandamise Keskus</w:t>
      </w:r>
      <w:r w:rsidR="00B40651" w:rsidRPr="00D05CEE">
        <w:rPr>
          <w:spacing w:val="0"/>
        </w:rPr>
        <w:t xml:space="preserve"> (edaspidi nimetatud </w:t>
      </w:r>
      <w:r w:rsidR="000310AC" w:rsidRPr="00D05CEE">
        <w:rPr>
          <w:b/>
          <w:bCs/>
          <w:spacing w:val="0"/>
        </w:rPr>
        <w:t>t</w:t>
      </w:r>
      <w:r w:rsidR="00B40651" w:rsidRPr="00D05CEE">
        <w:rPr>
          <w:b/>
          <w:bCs/>
          <w:spacing w:val="0"/>
        </w:rPr>
        <w:t>ellija)</w:t>
      </w:r>
      <w:r w:rsidRPr="00D05CEE">
        <w:rPr>
          <w:spacing w:val="0"/>
        </w:rPr>
        <w:t xml:space="preserve">, </w:t>
      </w:r>
      <w:r w:rsidR="001F694C" w:rsidRPr="00D05CEE">
        <w:rPr>
          <w:spacing w:val="0"/>
        </w:rPr>
        <w:t xml:space="preserve">keda esindab juhatuse </w:t>
      </w:r>
      <w:r w:rsidR="00D928B1" w:rsidRPr="00D05CEE">
        <w:rPr>
          <w:spacing w:val="0"/>
          <w:szCs w:val="18"/>
        </w:rPr>
        <w:t>liikme poolt väljastatud volituse nr 9-1/2023/4485</w:t>
      </w:r>
      <w:r w:rsidR="000310AC" w:rsidRPr="00D05CEE">
        <w:rPr>
          <w:spacing w:val="0"/>
        </w:rPr>
        <w:t xml:space="preserve"> </w:t>
      </w:r>
      <w:r w:rsidR="001F694C" w:rsidRPr="00D05CEE">
        <w:rPr>
          <w:spacing w:val="0"/>
        </w:rPr>
        <w:t xml:space="preserve">alusel </w:t>
      </w:r>
      <w:r w:rsidR="00D928B1" w:rsidRPr="00D05CEE">
        <w:rPr>
          <w:spacing w:val="0"/>
        </w:rPr>
        <w:t>ehitusspetsialist</w:t>
      </w:r>
      <w:r w:rsidR="00865FC7" w:rsidRPr="00D05CEE">
        <w:rPr>
          <w:spacing w:val="0"/>
        </w:rPr>
        <w:t xml:space="preserve"> </w:t>
      </w:r>
      <w:r w:rsidR="00D928B1" w:rsidRPr="00D05CEE">
        <w:rPr>
          <w:spacing w:val="0"/>
        </w:rPr>
        <w:t>Jüri Orlov</w:t>
      </w:r>
      <w:r w:rsidRPr="00D05CEE">
        <w:rPr>
          <w:bCs/>
          <w:spacing w:val="0"/>
        </w:rPr>
        <w:t>,</w:t>
      </w:r>
      <w:r w:rsidRPr="00D05CEE">
        <w:rPr>
          <w:spacing w:val="0"/>
        </w:rPr>
        <w:t xml:space="preserve"> ühelt poolt,</w:t>
      </w:r>
    </w:p>
    <w:p w14:paraId="5D1B7544" w14:textId="77777777" w:rsidR="00B94694" w:rsidRPr="00D05CEE" w:rsidRDefault="005F32F1" w:rsidP="005F32F1">
      <w:pPr>
        <w:spacing w:after="240"/>
        <w:jc w:val="both"/>
        <w:rPr>
          <w:spacing w:val="0"/>
        </w:rPr>
      </w:pPr>
      <w:r w:rsidRPr="00D05CEE">
        <w:rPr>
          <w:spacing w:val="0"/>
        </w:rPr>
        <w:t xml:space="preserve">ja </w:t>
      </w:r>
      <w:r w:rsidR="00D928B1" w:rsidRPr="00D05CEE">
        <w:rPr>
          <w:b/>
          <w:spacing w:val="0"/>
        </w:rPr>
        <w:t>Energia ja Ehitus OÜ</w:t>
      </w:r>
      <w:r w:rsidRPr="00D05CEE">
        <w:rPr>
          <w:spacing w:val="0"/>
        </w:rPr>
        <w:t xml:space="preserve"> </w:t>
      </w:r>
      <w:r w:rsidRPr="00D05CEE">
        <w:rPr>
          <w:iCs/>
          <w:spacing w:val="0"/>
        </w:rPr>
        <w:t>(</w:t>
      </w:r>
      <w:r w:rsidRPr="00D05CEE">
        <w:rPr>
          <w:spacing w:val="0"/>
        </w:rPr>
        <w:t xml:space="preserve">edaspidi nimetatud </w:t>
      </w:r>
      <w:r w:rsidR="000310AC" w:rsidRPr="00D05CEE">
        <w:rPr>
          <w:b/>
          <w:bCs/>
          <w:spacing w:val="0"/>
        </w:rPr>
        <w:t>t</w:t>
      </w:r>
      <w:r w:rsidRPr="00D05CEE">
        <w:rPr>
          <w:b/>
          <w:bCs/>
          <w:spacing w:val="0"/>
        </w:rPr>
        <w:t>öövõtja</w:t>
      </w:r>
      <w:r w:rsidRPr="00D05CEE">
        <w:rPr>
          <w:bCs/>
          <w:spacing w:val="0"/>
        </w:rPr>
        <w:t>)</w:t>
      </w:r>
      <w:r w:rsidRPr="00D05CEE">
        <w:rPr>
          <w:spacing w:val="0"/>
        </w:rPr>
        <w:t xml:space="preserve">, </w:t>
      </w:r>
      <w:r w:rsidRPr="00D05CEE">
        <w:rPr>
          <w:iCs/>
          <w:spacing w:val="0"/>
        </w:rPr>
        <w:t>keda esindab</w:t>
      </w:r>
      <w:r w:rsidRPr="00D05CEE">
        <w:rPr>
          <w:spacing w:val="0"/>
        </w:rPr>
        <w:t xml:space="preserve"> </w:t>
      </w:r>
      <w:r w:rsidR="00005149" w:rsidRPr="00D05CEE">
        <w:rPr>
          <w:spacing w:val="0"/>
        </w:rPr>
        <w:t>juhatuse liige</w:t>
      </w:r>
      <w:r w:rsidRPr="00D05CEE">
        <w:rPr>
          <w:spacing w:val="0"/>
        </w:rPr>
        <w:t xml:space="preserve"> </w:t>
      </w:r>
      <w:r w:rsidR="00005149" w:rsidRPr="00D05CEE">
        <w:rPr>
          <w:spacing w:val="0"/>
        </w:rPr>
        <w:t>Kaido Kurvits</w:t>
      </w:r>
      <w:r w:rsidRPr="00D05CEE">
        <w:rPr>
          <w:spacing w:val="0"/>
        </w:rPr>
        <w:t xml:space="preserve">, kes tegutseb </w:t>
      </w:r>
      <w:r w:rsidR="00005149" w:rsidRPr="00D05CEE">
        <w:rPr>
          <w:spacing w:val="0"/>
        </w:rPr>
        <w:t>põhikirja</w:t>
      </w:r>
      <w:r w:rsidRPr="00D05CEE">
        <w:rPr>
          <w:spacing w:val="0"/>
        </w:rPr>
        <w:t xml:space="preserve"> alusel, teiselt poolt, </w:t>
      </w:r>
    </w:p>
    <w:p w14:paraId="016E9A9B" w14:textId="77777777" w:rsidR="00B94694" w:rsidRPr="00D05CEE" w:rsidRDefault="00B94694" w:rsidP="008D247D">
      <w:pPr>
        <w:spacing w:after="240"/>
        <w:jc w:val="both"/>
        <w:rPr>
          <w:spacing w:val="0"/>
          <w:szCs w:val="18"/>
        </w:rPr>
      </w:pPr>
      <w:r w:rsidRPr="00D05CEE">
        <w:rPr>
          <w:spacing w:val="0"/>
        </w:rPr>
        <w:t xml:space="preserve">keda nimetatakse edaspidi käesolevas </w:t>
      </w:r>
      <w:r w:rsidR="000310AC" w:rsidRPr="00D05CEE">
        <w:rPr>
          <w:spacing w:val="0"/>
        </w:rPr>
        <w:t>l</w:t>
      </w:r>
      <w:r w:rsidRPr="00D05CEE">
        <w:rPr>
          <w:spacing w:val="0"/>
        </w:rPr>
        <w:t xml:space="preserve">epingus </w:t>
      </w:r>
      <w:r w:rsidR="0085737D" w:rsidRPr="00D05CEE">
        <w:rPr>
          <w:b/>
          <w:spacing w:val="0"/>
        </w:rPr>
        <w:t xml:space="preserve">pool </w:t>
      </w:r>
      <w:r w:rsidRPr="00D05CEE">
        <w:rPr>
          <w:spacing w:val="0"/>
        </w:rPr>
        <w:t xml:space="preserve">või koos </w:t>
      </w:r>
      <w:r w:rsidR="000310AC" w:rsidRPr="00D05CEE">
        <w:rPr>
          <w:b/>
          <w:spacing w:val="0"/>
        </w:rPr>
        <w:t>p</w:t>
      </w:r>
      <w:r w:rsidRPr="00D05CEE">
        <w:rPr>
          <w:b/>
          <w:spacing w:val="0"/>
        </w:rPr>
        <w:t>ooled</w:t>
      </w:r>
      <w:r w:rsidRPr="00D05CEE">
        <w:rPr>
          <w:spacing w:val="0"/>
        </w:rPr>
        <w:t>,</w:t>
      </w:r>
    </w:p>
    <w:p w14:paraId="0B2DEB2D" w14:textId="77777777" w:rsidR="00B94694" w:rsidRPr="00D05CEE" w:rsidRDefault="00B94694" w:rsidP="008D247D">
      <w:pPr>
        <w:spacing w:after="240"/>
        <w:jc w:val="both"/>
        <w:rPr>
          <w:spacing w:val="0"/>
          <w:szCs w:val="18"/>
        </w:rPr>
      </w:pPr>
      <w:r w:rsidRPr="00D05CEE">
        <w:rPr>
          <w:spacing w:val="0"/>
          <w:szCs w:val="18"/>
        </w:rPr>
        <w:t xml:space="preserve">sõlmisid käesoleva </w:t>
      </w:r>
      <w:r w:rsidR="00B40651" w:rsidRPr="00D05CEE">
        <w:rPr>
          <w:spacing w:val="0"/>
          <w:szCs w:val="18"/>
        </w:rPr>
        <w:t>töövõtul</w:t>
      </w:r>
      <w:r w:rsidRPr="00D05CEE">
        <w:rPr>
          <w:spacing w:val="0"/>
          <w:szCs w:val="18"/>
        </w:rPr>
        <w:t xml:space="preserve">epingu (edaspidi nimetatud </w:t>
      </w:r>
      <w:r w:rsidR="000310AC" w:rsidRPr="00D05CEE">
        <w:rPr>
          <w:b/>
          <w:bCs/>
          <w:spacing w:val="0"/>
          <w:szCs w:val="18"/>
        </w:rPr>
        <w:t>l</w:t>
      </w:r>
      <w:r w:rsidRPr="00D05CEE">
        <w:rPr>
          <w:b/>
          <w:bCs/>
          <w:spacing w:val="0"/>
          <w:szCs w:val="18"/>
        </w:rPr>
        <w:t>eping</w:t>
      </w:r>
      <w:r w:rsidRPr="00D05CEE">
        <w:rPr>
          <w:spacing w:val="0"/>
          <w:szCs w:val="18"/>
        </w:rPr>
        <w:t>)</w:t>
      </w:r>
      <w:r w:rsidR="001950D6" w:rsidRPr="00D05CEE">
        <w:rPr>
          <w:spacing w:val="0"/>
          <w:szCs w:val="18"/>
        </w:rPr>
        <w:t xml:space="preserve"> riigihanke </w:t>
      </w:r>
      <w:r w:rsidR="004747B5" w:rsidRPr="00D05CEE">
        <w:rPr>
          <w:i/>
          <w:spacing w:val="0"/>
          <w:szCs w:val="18"/>
        </w:rPr>
        <w:t>„RMK Nõva külastuskeskuse abihoone ehitustööd“</w:t>
      </w:r>
      <w:r w:rsidR="004747B5" w:rsidRPr="00D05CEE">
        <w:rPr>
          <w:spacing w:val="0"/>
          <w:szCs w:val="18"/>
        </w:rPr>
        <w:t xml:space="preserve"> </w:t>
      </w:r>
      <w:r w:rsidR="001950D6" w:rsidRPr="00D05CEE">
        <w:rPr>
          <w:spacing w:val="0"/>
          <w:szCs w:val="18"/>
        </w:rPr>
        <w:t>nr 1-47/</w:t>
      </w:r>
      <w:r w:rsidR="004747B5" w:rsidRPr="00D05CEE">
        <w:rPr>
          <w:spacing w:val="0"/>
          <w:szCs w:val="18"/>
        </w:rPr>
        <w:t>2918</w:t>
      </w:r>
      <w:r w:rsidR="001950D6" w:rsidRPr="00D05CEE">
        <w:rPr>
          <w:spacing w:val="0"/>
          <w:szCs w:val="18"/>
        </w:rPr>
        <w:t xml:space="preserve"> (viitenumber </w:t>
      </w:r>
      <w:r w:rsidR="004747B5" w:rsidRPr="00D05CEE">
        <w:rPr>
          <w:spacing w:val="0"/>
          <w:szCs w:val="18"/>
        </w:rPr>
        <w:t>269713</w:t>
      </w:r>
      <w:r w:rsidR="001950D6" w:rsidRPr="00D05CEE">
        <w:rPr>
          <w:spacing w:val="0"/>
          <w:szCs w:val="18"/>
        </w:rPr>
        <w:t xml:space="preserve">) tulemusena </w:t>
      </w:r>
      <w:r w:rsidRPr="00D05CEE">
        <w:rPr>
          <w:spacing w:val="0"/>
          <w:szCs w:val="18"/>
        </w:rPr>
        <w:t>all</w:t>
      </w:r>
      <w:r w:rsidR="008D247D" w:rsidRPr="00D05CEE">
        <w:rPr>
          <w:spacing w:val="0"/>
          <w:szCs w:val="18"/>
        </w:rPr>
        <w:t>järgnevas:</w:t>
      </w:r>
    </w:p>
    <w:p w14:paraId="7BA3E008" w14:textId="77777777" w:rsidR="00B94694" w:rsidRPr="00D05CEE" w:rsidRDefault="00B94694" w:rsidP="00A07880">
      <w:pPr>
        <w:numPr>
          <w:ilvl w:val="0"/>
          <w:numId w:val="1"/>
        </w:numPr>
        <w:spacing w:before="240" w:after="240"/>
        <w:jc w:val="both"/>
        <w:rPr>
          <w:b/>
          <w:bCs/>
          <w:caps/>
          <w:spacing w:val="0"/>
          <w:szCs w:val="20"/>
        </w:rPr>
      </w:pPr>
      <w:r w:rsidRPr="00D05CEE">
        <w:rPr>
          <w:b/>
          <w:bCs/>
          <w:caps/>
          <w:spacing w:val="0"/>
          <w:szCs w:val="20"/>
        </w:rPr>
        <w:t>Lepingu objekt</w:t>
      </w:r>
    </w:p>
    <w:p w14:paraId="58D69192" w14:textId="77777777" w:rsidR="007A2FCE" w:rsidRPr="005A3A33" w:rsidRDefault="00B94694" w:rsidP="00D928B1">
      <w:pPr>
        <w:numPr>
          <w:ilvl w:val="1"/>
          <w:numId w:val="1"/>
        </w:numPr>
        <w:spacing w:after="120"/>
        <w:jc w:val="both"/>
        <w:rPr>
          <w:spacing w:val="0"/>
          <w:szCs w:val="18"/>
        </w:rPr>
      </w:pPr>
      <w:r w:rsidRPr="00D05CEE">
        <w:rPr>
          <w:spacing w:val="0"/>
          <w:szCs w:val="18"/>
        </w:rPr>
        <w:t xml:space="preserve">Lepingu </w:t>
      </w:r>
      <w:r w:rsidR="00873E55" w:rsidRPr="00D05CEE">
        <w:rPr>
          <w:spacing w:val="0"/>
          <w:szCs w:val="18"/>
        </w:rPr>
        <w:t xml:space="preserve">eesmärgiks on </w:t>
      </w:r>
      <w:r w:rsidR="00D928B1" w:rsidRPr="00D05CEE">
        <w:rPr>
          <w:spacing w:val="0"/>
          <w:szCs w:val="18"/>
        </w:rPr>
        <w:t>Perakülas, Lääne-Nigula vallas, Lääne maakonnas</w:t>
      </w:r>
      <w:r w:rsidR="00C002C5" w:rsidRPr="00D05CEE">
        <w:rPr>
          <w:spacing w:val="0"/>
          <w:szCs w:val="18"/>
        </w:rPr>
        <w:t xml:space="preserve"> asuva </w:t>
      </w:r>
      <w:r w:rsidR="00D928B1" w:rsidRPr="00D05CEE">
        <w:rPr>
          <w:b/>
          <w:spacing w:val="0"/>
        </w:rPr>
        <w:t>RMK Nõva külastuskeskuse</w:t>
      </w:r>
      <w:r w:rsidRPr="00D05CEE">
        <w:rPr>
          <w:spacing w:val="0"/>
          <w:szCs w:val="18"/>
        </w:rPr>
        <w:t xml:space="preserve"> </w:t>
      </w:r>
      <w:r w:rsidR="00D928B1" w:rsidRPr="00D05CEE">
        <w:rPr>
          <w:b/>
          <w:spacing w:val="0"/>
          <w:szCs w:val="18"/>
        </w:rPr>
        <w:t>abihoone</w:t>
      </w:r>
      <w:r w:rsidR="00D928B1" w:rsidRPr="00D05CEE">
        <w:rPr>
          <w:spacing w:val="0"/>
          <w:szCs w:val="18"/>
        </w:rPr>
        <w:t xml:space="preserve"> </w:t>
      </w:r>
      <w:r w:rsidR="009D178B" w:rsidRPr="00D05CEE">
        <w:rPr>
          <w:spacing w:val="0"/>
          <w:szCs w:val="18"/>
        </w:rPr>
        <w:t>(</w:t>
      </w:r>
      <w:r w:rsidR="007A2FCE" w:rsidRPr="00D05CEE">
        <w:rPr>
          <w:spacing w:val="0"/>
          <w:szCs w:val="18"/>
        </w:rPr>
        <w:t xml:space="preserve">edaspidi </w:t>
      </w:r>
      <w:r w:rsidR="000310AC" w:rsidRPr="00D05CEE">
        <w:rPr>
          <w:b/>
          <w:spacing w:val="0"/>
          <w:szCs w:val="18"/>
        </w:rPr>
        <w:t>e</w:t>
      </w:r>
      <w:r w:rsidR="007A2FCE" w:rsidRPr="00D05CEE">
        <w:rPr>
          <w:b/>
          <w:spacing w:val="0"/>
          <w:szCs w:val="18"/>
        </w:rPr>
        <w:t>hitis</w:t>
      </w:r>
      <w:r w:rsidR="007A2FCE" w:rsidRPr="00D05CEE">
        <w:rPr>
          <w:spacing w:val="0"/>
          <w:szCs w:val="18"/>
        </w:rPr>
        <w:t>)</w:t>
      </w:r>
      <w:r w:rsidR="009D178B" w:rsidRPr="00D05CEE">
        <w:rPr>
          <w:spacing w:val="0"/>
          <w:szCs w:val="18"/>
        </w:rPr>
        <w:t>,</w:t>
      </w:r>
      <w:r w:rsidR="007A2FCE" w:rsidRPr="00D05CEE">
        <w:rPr>
          <w:spacing w:val="0"/>
          <w:szCs w:val="18"/>
        </w:rPr>
        <w:t xml:space="preserve"> </w:t>
      </w:r>
      <w:r w:rsidR="0034767B" w:rsidRPr="00D05CEE">
        <w:rPr>
          <w:b/>
          <w:spacing w:val="0"/>
          <w:szCs w:val="18"/>
        </w:rPr>
        <w:t>e</w:t>
      </w:r>
      <w:r w:rsidR="00D928B1" w:rsidRPr="00D05CEE">
        <w:rPr>
          <w:b/>
          <w:spacing w:val="0"/>
          <w:szCs w:val="18"/>
        </w:rPr>
        <w:t>hitus</w:t>
      </w:r>
      <w:r w:rsidR="007A541D" w:rsidRPr="00D05CEE">
        <w:rPr>
          <w:b/>
          <w:spacing w:val="0"/>
          <w:szCs w:val="18"/>
        </w:rPr>
        <w:t>tööd</w:t>
      </w:r>
      <w:r w:rsidR="00B40651" w:rsidRPr="00D05CEE">
        <w:rPr>
          <w:spacing w:val="0"/>
          <w:szCs w:val="18"/>
        </w:rPr>
        <w:t xml:space="preserve"> </w:t>
      </w:r>
      <w:r w:rsidR="000310AC" w:rsidRPr="00D05CEE">
        <w:rPr>
          <w:spacing w:val="0"/>
          <w:szCs w:val="18"/>
        </w:rPr>
        <w:t>l</w:t>
      </w:r>
      <w:r w:rsidRPr="00D05CEE">
        <w:rPr>
          <w:spacing w:val="0"/>
          <w:szCs w:val="18"/>
        </w:rPr>
        <w:t>epinguga kokkulepitud</w:t>
      </w:r>
      <w:r w:rsidRPr="005A3A33">
        <w:rPr>
          <w:spacing w:val="0"/>
          <w:szCs w:val="18"/>
        </w:rPr>
        <w:t xml:space="preserve">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3A9B7D9C"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7A2E8EE7"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672D2DD3" w14:textId="77777777" w:rsidR="000520B4" w:rsidRDefault="00F502C5" w:rsidP="00F502C5">
      <w:pPr>
        <w:numPr>
          <w:ilvl w:val="2"/>
          <w:numId w:val="1"/>
        </w:numPr>
        <w:spacing w:before="240" w:after="240"/>
        <w:jc w:val="both"/>
        <w:rPr>
          <w:spacing w:val="0"/>
          <w:szCs w:val="18"/>
        </w:rPr>
      </w:pPr>
      <w:r w:rsidRPr="00F502C5">
        <w:rPr>
          <w:spacing w:val="0"/>
          <w:szCs w:val="18"/>
        </w:rPr>
        <w:t>Ösel Plan OÜ „ABIHOONE, Nõva Looduskeskus“, EELPROJEKT“ töö nr 05-21</w:t>
      </w:r>
      <w:r>
        <w:rPr>
          <w:spacing w:val="0"/>
          <w:szCs w:val="18"/>
        </w:rPr>
        <w:t>;</w:t>
      </w:r>
    </w:p>
    <w:p w14:paraId="4B43E5DF" w14:textId="77777777" w:rsidR="00F502C5" w:rsidRPr="000520B4" w:rsidRDefault="00F502C5" w:rsidP="00F502C5">
      <w:pPr>
        <w:numPr>
          <w:ilvl w:val="2"/>
          <w:numId w:val="1"/>
        </w:numPr>
        <w:spacing w:before="240" w:after="240"/>
        <w:jc w:val="both"/>
        <w:rPr>
          <w:spacing w:val="0"/>
          <w:szCs w:val="18"/>
        </w:rPr>
      </w:pPr>
      <w:r w:rsidRPr="00F502C5">
        <w:rPr>
          <w:spacing w:val="0"/>
          <w:szCs w:val="18"/>
        </w:rPr>
        <w:t>Ehitusluba_Nr_2112271-42305</w:t>
      </w:r>
      <w:r>
        <w:rPr>
          <w:spacing w:val="0"/>
          <w:szCs w:val="18"/>
        </w:rPr>
        <w:t>.</w:t>
      </w:r>
    </w:p>
    <w:p w14:paraId="06D67D46"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muinsuskaitselised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6D909110"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5E19FA36"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25A0DCEF" w14:textId="77777777" w:rsidR="004747B5" w:rsidRDefault="004747B5" w:rsidP="004747B5">
      <w:pPr>
        <w:tabs>
          <w:tab w:val="num" w:pos="1155"/>
        </w:tabs>
        <w:spacing w:after="120"/>
        <w:jc w:val="both"/>
        <w:rPr>
          <w:spacing w:val="0"/>
          <w:szCs w:val="18"/>
        </w:rPr>
      </w:pPr>
    </w:p>
    <w:p w14:paraId="27488535"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242B0791" w14:textId="77777777" w:rsidR="00543444" w:rsidRPr="009F46C2" w:rsidRDefault="004747B5" w:rsidP="004747B5">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F46C2">
        <w:rPr>
          <w:spacing w:val="0"/>
        </w:rPr>
        <w:lastRenderedPageBreak/>
        <w:t>Töövõtja alustab ehitustööde teostamist pärast lepingu allkirjastamist.</w:t>
      </w:r>
    </w:p>
    <w:p w14:paraId="21CDF9D4" w14:textId="77777777" w:rsidR="009F46C2" w:rsidRPr="009F46C2" w:rsidRDefault="00CA5074" w:rsidP="00236F93">
      <w:pPr>
        <w:pStyle w:val="Loendilik"/>
        <w:numPr>
          <w:ilvl w:val="1"/>
          <w:numId w:val="1"/>
        </w:numPr>
        <w:rPr>
          <w:spacing w:val="0"/>
        </w:rPr>
      </w:pPr>
      <w:r w:rsidRPr="009F46C2">
        <w:rPr>
          <w:spacing w:val="0"/>
        </w:rPr>
        <w:t xml:space="preserve">Vastavalt ilmastikule ja materjalide tarnele on teostatud 75% tööde mahust </w:t>
      </w:r>
      <w:r w:rsidRPr="009F46C2">
        <w:rPr>
          <w:b/>
          <w:spacing w:val="0"/>
        </w:rPr>
        <w:t xml:space="preserve">hiljemalt </w:t>
      </w:r>
      <w:r w:rsidR="009F46C2">
        <w:rPr>
          <w:b/>
          <w:spacing w:val="0"/>
        </w:rPr>
        <w:t xml:space="preserve">  </w:t>
      </w:r>
    </w:p>
    <w:p w14:paraId="75F5FDAC" w14:textId="77777777" w:rsidR="00CA5074" w:rsidRPr="009F46C2" w:rsidRDefault="009F46C2" w:rsidP="009F46C2">
      <w:pPr>
        <w:pStyle w:val="Loendilik"/>
        <w:ind w:left="0"/>
        <w:rPr>
          <w:spacing w:val="0"/>
        </w:rPr>
      </w:pPr>
      <w:r>
        <w:rPr>
          <w:b/>
          <w:spacing w:val="0"/>
        </w:rPr>
        <w:t xml:space="preserve">          </w:t>
      </w:r>
      <w:r w:rsidR="00CA5074" w:rsidRPr="009F46C2">
        <w:rPr>
          <w:b/>
          <w:spacing w:val="0"/>
        </w:rPr>
        <w:t>31.01.2024.</w:t>
      </w:r>
    </w:p>
    <w:p w14:paraId="7911B082" w14:textId="77777777" w:rsidR="00543444" w:rsidRPr="009F46C2"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F46C2">
        <w:rPr>
          <w:spacing w:val="0"/>
        </w:rPr>
        <w:t>Töö</w:t>
      </w:r>
      <w:r w:rsidR="00F502C5" w:rsidRPr="009F46C2">
        <w:rPr>
          <w:spacing w:val="0"/>
        </w:rPr>
        <w:t xml:space="preserve"> </w:t>
      </w:r>
      <w:r w:rsidRPr="009F46C2">
        <w:rPr>
          <w:spacing w:val="0"/>
        </w:rPr>
        <w:t>üleandmise lõpptäht</w:t>
      </w:r>
      <w:r w:rsidR="00F343EA" w:rsidRPr="009F46C2">
        <w:rPr>
          <w:spacing w:val="0"/>
        </w:rPr>
        <w:t>päev</w:t>
      </w:r>
      <w:r w:rsidRPr="009F46C2">
        <w:rPr>
          <w:spacing w:val="0"/>
        </w:rPr>
        <w:t xml:space="preserve"> on </w:t>
      </w:r>
      <w:r w:rsidR="00CA5074" w:rsidRPr="009F46C2">
        <w:rPr>
          <w:b/>
          <w:spacing w:val="0"/>
          <w:lang w:val="en-AU"/>
        </w:rPr>
        <w:t>31.05.2024</w:t>
      </w:r>
      <w:r w:rsidR="00580820" w:rsidRPr="009F46C2">
        <w:rPr>
          <w:b/>
          <w:spacing w:val="0"/>
          <w:szCs w:val="18"/>
        </w:rPr>
        <w:t>.</w:t>
      </w:r>
    </w:p>
    <w:p w14:paraId="36AD6356"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34C8BAAD" w14:textId="77777777" w:rsidR="00727DC2" w:rsidRPr="009D2603" w:rsidRDefault="00727DC2" w:rsidP="00D928B1">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D928B1" w:rsidRPr="00D928B1">
        <w:rPr>
          <w:b/>
          <w:spacing w:val="0"/>
        </w:rPr>
        <w:t>109232</w:t>
      </w:r>
      <w:r w:rsidR="00357644" w:rsidRPr="009D2603">
        <w:rPr>
          <w:spacing w:val="0"/>
        </w:rPr>
        <w:t xml:space="preserve"> </w:t>
      </w:r>
      <w:r w:rsidRPr="009D2603">
        <w:rPr>
          <w:spacing w:val="0"/>
          <w:szCs w:val="18"/>
        </w:rPr>
        <w:t>(</w:t>
      </w:r>
      <w:r w:rsidR="00D928B1">
        <w:rPr>
          <w:spacing w:val="0"/>
        </w:rPr>
        <w:t>ükssada üheksa tuhat kakssada kolmkümmend kaks</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13AE4FEC"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D928B1">
        <w:rPr>
          <w:b/>
          <w:spacing w:val="0"/>
        </w:rPr>
        <w:t>5462</w:t>
      </w:r>
      <w:r w:rsidR="00727DC2" w:rsidRPr="009D2603">
        <w:rPr>
          <w:spacing w:val="0"/>
          <w:szCs w:val="18"/>
        </w:rPr>
        <w:t xml:space="preserve"> (</w:t>
      </w:r>
      <w:r w:rsidR="00D928B1">
        <w:rPr>
          <w:spacing w:val="0"/>
        </w:rPr>
        <w:t>viis tuhat nelisada kuuskümmend kaks</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213CD8BE"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3653B9DB"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450DCF50"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3DD71837" w14:textId="77777777" w:rsidR="0010269D"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7FC8BBE3" w14:textId="77777777" w:rsidR="00F502C5" w:rsidRPr="005A3A33" w:rsidRDefault="00F502C5" w:rsidP="008319DC">
      <w:pPr>
        <w:numPr>
          <w:ilvl w:val="1"/>
          <w:numId w:val="1"/>
        </w:numPr>
        <w:spacing w:after="120"/>
        <w:jc w:val="both"/>
        <w:rPr>
          <w:spacing w:val="0"/>
          <w:szCs w:val="18"/>
        </w:rPr>
      </w:pPr>
      <w:r>
        <w:rPr>
          <w:spacing w:val="0"/>
          <w:szCs w:val="18"/>
        </w:rPr>
        <w:t>Kooskõlastada tellijaga kõik tööde teostamiseks vajalikud projektiosad: konstruktiivne, KV. VK, elekter, heakord.</w:t>
      </w:r>
    </w:p>
    <w:p w14:paraId="52DCDF5C"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E71BBD6"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6C4004C3"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6F03AF23"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7B62CD1E" w14:textId="77777777" w:rsidR="0010269D" w:rsidRPr="005A3A33" w:rsidRDefault="00E2059B" w:rsidP="008319DC">
      <w:pPr>
        <w:numPr>
          <w:ilvl w:val="1"/>
          <w:numId w:val="1"/>
        </w:numPr>
        <w:spacing w:after="120"/>
        <w:jc w:val="both"/>
        <w:rPr>
          <w:spacing w:val="0"/>
          <w:szCs w:val="18"/>
        </w:rPr>
      </w:pPr>
      <w:r w:rsidRPr="005A3A33">
        <w:rPr>
          <w:spacing w:val="0"/>
          <w:szCs w:val="18"/>
        </w:rPr>
        <w:lastRenderedPageBreak/>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1863FE66"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4F234454"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170129FA"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22B41F08"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73174D1F"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5FF68895"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0FE2B2B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06EFEB1C"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3D1B3A9C"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58A4374E"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2EEA93DD"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783747AB"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BC568C6"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F51654B"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50A7E7B4"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5470CF16"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06C57203"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5FB38998"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05B28861"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2D26A3E4"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3E6A3393"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0B496EC3"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1B2AF8F2"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5A9D280A"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5A15F673"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179C8C6C"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6BC3BB43"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4EF3E3BD"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7D74A0CC"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7E49BBD3"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6DB78875"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34FAE59E"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1847B4A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11E9D40B"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52786304"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6F7B730E"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6DF9E1C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657C60C"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10556EB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3885FAD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06F5BE97"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1C9D5337"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5A8E2CD6"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1B5AEF00"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A8FA400"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4393550A"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06322D97"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4E0B9BDF"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2E67A5AF"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594C0516"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546C0704"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4F55FF1E"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3128F37F"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0B122190"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519E3D4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3EA257FD"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75165468"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74B10F44"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47A39CB6"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6ABFD971"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D05B065"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3E4D058F"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2BDB03E3"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0C30D324"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4820BDFB"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2B251EFA"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4A2219A9"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193F551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2DB128E1"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007A166F"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66BB59DE"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3C7386AC"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37023E71"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6C22333D"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7714A238"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6DA0304F"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356A2B2E"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45074D84"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44359792"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570494FA"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65D42BF6"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17A760D9"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0B3B2E91"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005149">
        <w:rPr>
          <w:spacing w:val="0"/>
          <w:szCs w:val="18"/>
        </w:rPr>
        <w:t>ehitusspetsialist</w:t>
      </w:r>
      <w:r>
        <w:rPr>
          <w:spacing w:val="0"/>
          <w:szCs w:val="18"/>
        </w:rPr>
        <w:t xml:space="preserve"> </w:t>
      </w:r>
      <w:r w:rsidR="00005149">
        <w:rPr>
          <w:spacing w:val="-3"/>
        </w:rPr>
        <w:t>Jüri Orlov</w:t>
      </w:r>
      <w:r w:rsidR="00D21B88" w:rsidRPr="00D21B88">
        <w:rPr>
          <w:spacing w:val="-3"/>
        </w:rPr>
        <w:t xml:space="preserve"> tel. nr. </w:t>
      </w:r>
      <w:r w:rsidR="00005149">
        <w:rPr>
          <w:spacing w:val="-3"/>
        </w:rPr>
        <w:t>5216263</w:t>
      </w:r>
      <w:r w:rsidR="00D21B88" w:rsidRPr="00D21B88">
        <w:rPr>
          <w:spacing w:val="-3"/>
        </w:rPr>
        <w:t xml:space="preserve">, e-mail </w:t>
      </w:r>
      <w:r w:rsidR="00005149">
        <w:rPr>
          <w:spacing w:val="-3"/>
        </w:rPr>
        <w:t>jyri.orlov@rmk.ee</w:t>
      </w:r>
      <w:r w:rsidR="00D21B88" w:rsidRPr="00D21B88">
        <w:rPr>
          <w:spacing w:val="-3"/>
        </w:rPr>
        <w:t>;</w:t>
      </w:r>
    </w:p>
    <w:p w14:paraId="787619F5"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005149">
        <w:rPr>
          <w:spacing w:val="0"/>
          <w:szCs w:val="18"/>
        </w:rPr>
        <w:t>haldusjuht</w:t>
      </w:r>
      <w:r w:rsidR="0045429A">
        <w:rPr>
          <w:spacing w:val="0"/>
          <w:szCs w:val="18"/>
        </w:rPr>
        <w:t xml:space="preserve"> </w:t>
      </w:r>
      <w:r w:rsidR="00005149">
        <w:rPr>
          <w:spacing w:val="0"/>
          <w:szCs w:val="18"/>
        </w:rPr>
        <w:t>Uno Koppelmaa</w:t>
      </w:r>
      <w:r w:rsidRPr="0045429A">
        <w:rPr>
          <w:spacing w:val="0"/>
          <w:szCs w:val="18"/>
        </w:rPr>
        <w:t xml:space="preserve"> tel. nr. </w:t>
      </w:r>
      <w:r w:rsidR="00005149">
        <w:rPr>
          <w:spacing w:val="0"/>
          <w:szCs w:val="18"/>
        </w:rPr>
        <w:t>5020137</w:t>
      </w:r>
      <w:r w:rsidRPr="0045429A">
        <w:rPr>
          <w:spacing w:val="0"/>
          <w:szCs w:val="18"/>
        </w:rPr>
        <w:t xml:space="preserve">, e-mail </w:t>
      </w:r>
      <w:r w:rsidR="00005149">
        <w:rPr>
          <w:spacing w:val="0"/>
          <w:szCs w:val="18"/>
        </w:rPr>
        <w:t>uno.koppelmaa@rmk.ee</w:t>
      </w:r>
      <w:r w:rsidRPr="0045429A">
        <w:rPr>
          <w:spacing w:val="0"/>
          <w:szCs w:val="18"/>
        </w:rPr>
        <w:t>;</w:t>
      </w:r>
    </w:p>
    <w:p w14:paraId="65CECF6D"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49F87984"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5C5A8C87" w14:textId="389C6A60"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epingut täitma, muutma ja lõpetama:</w:t>
      </w:r>
      <w:r w:rsidR="00DC7377">
        <w:rPr>
          <w:spacing w:val="0"/>
          <w:szCs w:val="18"/>
        </w:rPr>
        <w:t xml:space="preserve"> </w:t>
      </w:r>
      <w:bookmarkStart w:id="1" w:name="_Hlk148953937"/>
      <w:r w:rsidR="00DC7377">
        <w:rPr>
          <w:spacing w:val="0"/>
          <w:szCs w:val="18"/>
        </w:rPr>
        <w:t>juhatuse liige Kaido Kurvits</w:t>
      </w:r>
      <w:r w:rsidR="00882874">
        <w:rPr>
          <w:spacing w:val="0"/>
        </w:rPr>
        <w:t>,</w:t>
      </w:r>
      <w:r w:rsidRPr="00D21B88">
        <w:rPr>
          <w:spacing w:val="0"/>
        </w:rPr>
        <w:t xml:space="preserve"> tel. nr.</w:t>
      </w:r>
      <w:r w:rsidR="00DC7377">
        <w:rPr>
          <w:spacing w:val="0"/>
        </w:rPr>
        <w:t>5147 687</w:t>
      </w:r>
      <w:r w:rsidRPr="00D21B88">
        <w:rPr>
          <w:spacing w:val="0"/>
        </w:rPr>
        <w:t xml:space="preserve"> e-m</w:t>
      </w:r>
      <w:r w:rsidR="00DC7377">
        <w:rPr>
          <w:spacing w:val="0"/>
        </w:rPr>
        <w:t>ail :kaido@eae.ee</w:t>
      </w:r>
    </w:p>
    <w:bookmarkEnd w:id="1"/>
    <w:p w14:paraId="18CDED23" w14:textId="4F7EAC8F" w:rsidR="00D21B88" w:rsidRPr="00DC7377" w:rsidRDefault="00D21B88" w:rsidP="00DC7377">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DC7377">
        <w:rPr>
          <w:spacing w:val="0"/>
          <w:szCs w:val="18"/>
        </w:rPr>
        <w:t xml:space="preserve"> juhatuse liige Kaido Kurvits</w:t>
      </w:r>
      <w:r w:rsidR="00DC7377">
        <w:rPr>
          <w:spacing w:val="0"/>
        </w:rPr>
        <w:t>,</w:t>
      </w:r>
      <w:r w:rsidR="00DC7377" w:rsidRPr="00D21B88">
        <w:rPr>
          <w:spacing w:val="0"/>
        </w:rPr>
        <w:t xml:space="preserve"> tel. nr.</w:t>
      </w:r>
      <w:r w:rsidR="00DC7377">
        <w:rPr>
          <w:spacing w:val="0"/>
        </w:rPr>
        <w:t>5147 687</w:t>
      </w:r>
      <w:r w:rsidR="00DC7377" w:rsidRPr="00D21B88">
        <w:rPr>
          <w:spacing w:val="0"/>
        </w:rPr>
        <w:t xml:space="preserve"> e-m</w:t>
      </w:r>
      <w:r w:rsidR="00DC7377">
        <w:rPr>
          <w:spacing w:val="0"/>
        </w:rPr>
        <w:t>ail :kaido@eae.ee</w:t>
      </w:r>
    </w:p>
    <w:p w14:paraId="733AD9C8" w14:textId="4938E4B2" w:rsidR="009F46C2" w:rsidRPr="00DC7377" w:rsidRDefault="00010E89" w:rsidP="00DC7377">
      <w:pPr>
        <w:numPr>
          <w:ilvl w:val="2"/>
          <w:numId w:val="1"/>
        </w:numPr>
        <w:tabs>
          <w:tab w:val="left" w:pos="851"/>
        </w:tabs>
        <w:suppressAutoHyphens/>
        <w:spacing w:before="120"/>
        <w:jc w:val="both"/>
        <w:rPr>
          <w:spacing w:val="0"/>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w:t>
      </w:r>
      <w:r w:rsidR="00DC7377">
        <w:rPr>
          <w:spacing w:val="-3"/>
        </w:rPr>
        <w:t xml:space="preserve">istes: </w:t>
      </w:r>
      <w:r w:rsidR="00DC7377">
        <w:rPr>
          <w:spacing w:val="0"/>
          <w:szCs w:val="18"/>
        </w:rPr>
        <w:t>juhatuse liige Kaido Kurvits</w:t>
      </w:r>
      <w:r w:rsidR="00DC7377">
        <w:rPr>
          <w:spacing w:val="0"/>
        </w:rPr>
        <w:t>,</w:t>
      </w:r>
      <w:r w:rsidR="00DC7377" w:rsidRPr="00D21B88">
        <w:rPr>
          <w:spacing w:val="0"/>
        </w:rPr>
        <w:t xml:space="preserve"> tel. nr.</w:t>
      </w:r>
      <w:r w:rsidR="00DC7377">
        <w:rPr>
          <w:spacing w:val="0"/>
        </w:rPr>
        <w:t>5147 687</w:t>
      </w:r>
      <w:r w:rsidR="00DC7377" w:rsidRPr="00D21B88">
        <w:rPr>
          <w:spacing w:val="0"/>
        </w:rPr>
        <w:t xml:space="preserve"> e-m</w:t>
      </w:r>
      <w:r w:rsidR="00DC7377">
        <w:rPr>
          <w:spacing w:val="0"/>
        </w:rPr>
        <w:t>ail :kaido@eae.ee</w:t>
      </w:r>
    </w:p>
    <w:p w14:paraId="33C1D5E1"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2E36D4E8"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08929CA7"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7B907A5F"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70B38831"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327CBF68"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76C7B924"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67169B67"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6954AC09"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78E07A7E" w14:textId="77777777" w:rsidTr="005E2123">
        <w:trPr>
          <w:trHeight w:val="230"/>
        </w:trPr>
        <w:tc>
          <w:tcPr>
            <w:tcW w:w="4536" w:type="dxa"/>
          </w:tcPr>
          <w:p w14:paraId="7058CB81"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198405D5"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30616B89" w14:textId="77777777" w:rsidTr="005E2123">
        <w:trPr>
          <w:trHeight w:val="1097"/>
        </w:trPr>
        <w:tc>
          <w:tcPr>
            <w:tcW w:w="4536" w:type="dxa"/>
          </w:tcPr>
          <w:p w14:paraId="56C823DD" w14:textId="77777777" w:rsidR="00561311" w:rsidRPr="005A3A33" w:rsidRDefault="00561311" w:rsidP="00561311">
            <w:pPr>
              <w:tabs>
                <w:tab w:val="left" w:pos="4320"/>
              </w:tabs>
              <w:jc w:val="both"/>
              <w:rPr>
                <w:spacing w:val="0"/>
              </w:rPr>
            </w:pPr>
            <w:r w:rsidRPr="005A3A33">
              <w:rPr>
                <w:spacing w:val="0"/>
              </w:rPr>
              <w:t>Riigimetsa Majandamise Keskus</w:t>
            </w:r>
          </w:p>
          <w:p w14:paraId="5714CB4C" w14:textId="77777777" w:rsidR="002D125D" w:rsidRPr="002D125D" w:rsidRDefault="00FA7B91" w:rsidP="002D125D">
            <w:pPr>
              <w:tabs>
                <w:tab w:val="left" w:pos="4320"/>
              </w:tabs>
              <w:jc w:val="both"/>
              <w:rPr>
                <w:spacing w:val="0"/>
              </w:rPr>
            </w:pPr>
            <w:r>
              <w:rPr>
                <w:spacing w:val="0"/>
              </w:rPr>
              <w:t xml:space="preserve">Mõisa/3, </w:t>
            </w:r>
            <w:r w:rsidR="002D125D" w:rsidRPr="002D125D">
              <w:rPr>
                <w:spacing w:val="0"/>
              </w:rPr>
              <w:t>Sagadi küla, 45403 Haljala vald,</w:t>
            </w:r>
          </w:p>
          <w:p w14:paraId="53C7FFAB" w14:textId="77777777" w:rsidR="00561311" w:rsidRPr="005A3A33" w:rsidRDefault="002D125D" w:rsidP="002D125D">
            <w:pPr>
              <w:tabs>
                <w:tab w:val="left" w:pos="4320"/>
              </w:tabs>
              <w:jc w:val="both"/>
              <w:rPr>
                <w:spacing w:val="0"/>
              </w:rPr>
            </w:pPr>
            <w:r w:rsidRPr="002D125D">
              <w:rPr>
                <w:spacing w:val="0"/>
              </w:rPr>
              <w:t>Lääne-Viru maakond</w:t>
            </w:r>
          </w:p>
          <w:p w14:paraId="3AA833E4" w14:textId="77777777" w:rsidR="00561311" w:rsidRPr="005A3A33" w:rsidRDefault="00561311" w:rsidP="00561311">
            <w:pPr>
              <w:tabs>
                <w:tab w:val="left" w:pos="4320"/>
              </w:tabs>
              <w:jc w:val="both"/>
              <w:rPr>
                <w:spacing w:val="0"/>
              </w:rPr>
            </w:pPr>
            <w:r w:rsidRPr="005A3A33">
              <w:rPr>
                <w:spacing w:val="0"/>
              </w:rPr>
              <w:t>Registrikood 70004459</w:t>
            </w:r>
          </w:p>
          <w:p w14:paraId="61DB7377"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3AE97A91" w14:textId="77777777" w:rsidR="00FF2E0D" w:rsidRPr="005A3A33" w:rsidRDefault="007A1C55" w:rsidP="00561311">
            <w:pPr>
              <w:tabs>
                <w:tab w:val="left" w:pos="4320"/>
              </w:tabs>
              <w:jc w:val="both"/>
              <w:rPr>
                <w:iCs/>
                <w:spacing w:val="0"/>
              </w:rPr>
            </w:pPr>
            <w:r>
              <w:rPr>
                <w:spacing w:val="-3"/>
              </w:rPr>
              <w:t>Energia ja Ehitus OÜ</w:t>
            </w:r>
          </w:p>
          <w:p w14:paraId="2A0FDA74" w14:textId="661D104F" w:rsidR="00561311" w:rsidRPr="005A3A33" w:rsidRDefault="00DC7377" w:rsidP="00561311">
            <w:pPr>
              <w:tabs>
                <w:tab w:val="left" w:pos="4320"/>
              </w:tabs>
              <w:jc w:val="both"/>
              <w:rPr>
                <w:iCs/>
                <w:spacing w:val="0"/>
              </w:rPr>
            </w:pPr>
            <w:r>
              <w:rPr>
                <w:spacing w:val="-3"/>
              </w:rPr>
              <w:t>Laane 15 Elva linn</w:t>
            </w:r>
            <w:r w:rsidR="007A1C55" w:rsidRPr="007A1C55">
              <w:rPr>
                <w:spacing w:val="-3"/>
              </w:rPr>
              <w:t>, Elva vald, 61</w:t>
            </w:r>
            <w:r>
              <w:rPr>
                <w:spacing w:val="-3"/>
              </w:rPr>
              <w:t>504</w:t>
            </w:r>
            <w:r w:rsidR="007A1C55" w:rsidRPr="007A1C55">
              <w:rPr>
                <w:spacing w:val="-3"/>
              </w:rPr>
              <w:t xml:space="preserve"> Tartumaa</w:t>
            </w:r>
          </w:p>
          <w:p w14:paraId="3D3C5C72"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7A1C55" w:rsidRPr="007A1C55">
              <w:rPr>
                <w:spacing w:val="-3"/>
              </w:rPr>
              <w:t>11487593</w:t>
            </w:r>
          </w:p>
          <w:p w14:paraId="4FB3661E" w14:textId="77777777" w:rsidR="00561311" w:rsidRPr="005A3A33" w:rsidRDefault="004A4BF3" w:rsidP="002B4335">
            <w:pPr>
              <w:tabs>
                <w:tab w:val="left" w:pos="4320"/>
              </w:tabs>
              <w:jc w:val="both"/>
              <w:rPr>
                <w:iCs/>
                <w:spacing w:val="0"/>
              </w:rPr>
            </w:pPr>
            <w:r w:rsidRPr="005A3A33">
              <w:rPr>
                <w:spacing w:val="0"/>
                <w:szCs w:val="18"/>
              </w:rPr>
              <w:t xml:space="preserve">Telefon </w:t>
            </w:r>
            <w:r w:rsidR="007A1C55" w:rsidRPr="007A1C55">
              <w:rPr>
                <w:spacing w:val="-3"/>
              </w:rPr>
              <w:t>514 7687</w:t>
            </w:r>
          </w:p>
        </w:tc>
      </w:tr>
      <w:tr w:rsidR="005E2123" w:rsidRPr="005A3A33" w14:paraId="1A0197FE" w14:textId="77777777" w:rsidTr="005E2123">
        <w:trPr>
          <w:trHeight w:val="1097"/>
        </w:trPr>
        <w:tc>
          <w:tcPr>
            <w:tcW w:w="4536" w:type="dxa"/>
            <w:vAlign w:val="bottom"/>
          </w:tcPr>
          <w:p w14:paraId="24672A0F"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24C53946" w14:textId="77777777" w:rsidR="002B4335" w:rsidRPr="003D2132" w:rsidRDefault="002B4335" w:rsidP="002B4335">
            <w:pPr>
              <w:tabs>
                <w:tab w:val="left" w:pos="4320"/>
              </w:tabs>
              <w:rPr>
                <w:spacing w:val="0"/>
              </w:rPr>
            </w:pPr>
          </w:p>
        </w:tc>
        <w:tc>
          <w:tcPr>
            <w:tcW w:w="4464" w:type="dxa"/>
            <w:vAlign w:val="bottom"/>
          </w:tcPr>
          <w:p w14:paraId="3D32F245"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6685119D" w14:textId="77777777" w:rsidR="002B4335" w:rsidRPr="00470DE8" w:rsidRDefault="002B4335" w:rsidP="002B4335">
            <w:pPr>
              <w:tabs>
                <w:tab w:val="left" w:pos="4320"/>
              </w:tabs>
              <w:rPr>
                <w:spacing w:val="-3"/>
              </w:rPr>
            </w:pPr>
          </w:p>
        </w:tc>
      </w:tr>
      <w:tr w:rsidR="003D2132" w:rsidRPr="005A3A33" w14:paraId="3BEA4C59" w14:textId="77777777" w:rsidTr="003D2132">
        <w:trPr>
          <w:trHeight w:val="340"/>
        </w:trPr>
        <w:tc>
          <w:tcPr>
            <w:tcW w:w="4536" w:type="dxa"/>
            <w:vAlign w:val="bottom"/>
          </w:tcPr>
          <w:p w14:paraId="4A30AA96" w14:textId="77777777" w:rsidR="003D2132" w:rsidRPr="003D2132" w:rsidRDefault="003D2132" w:rsidP="002B4335">
            <w:pPr>
              <w:tabs>
                <w:tab w:val="left" w:pos="4320"/>
              </w:tabs>
              <w:rPr>
                <w:spacing w:val="0"/>
              </w:rPr>
            </w:pPr>
          </w:p>
        </w:tc>
        <w:tc>
          <w:tcPr>
            <w:tcW w:w="4464" w:type="dxa"/>
            <w:vAlign w:val="bottom"/>
          </w:tcPr>
          <w:p w14:paraId="480D28FD" w14:textId="77777777" w:rsidR="003D2132" w:rsidRPr="003D2132" w:rsidRDefault="003D2132" w:rsidP="002B4335">
            <w:pPr>
              <w:tabs>
                <w:tab w:val="left" w:pos="4320"/>
              </w:tabs>
              <w:rPr>
                <w:spacing w:val="0"/>
              </w:rPr>
            </w:pPr>
          </w:p>
        </w:tc>
      </w:tr>
      <w:tr w:rsidR="003D2132" w:rsidRPr="009603AB" w14:paraId="169137FA" w14:textId="77777777" w:rsidTr="003D2132">
        <w:trPr>
          <w:trHeight w:val="340"/>
        </w:trPr>
        <w:tc>
          <w:tcPr>
            <w:tcW w:w="4536" w:type="dxa"/>
            <w:vAlign w:val="bottom"/>
          </w:tcPr>
          <w:p w14:paraId="267FD564" w14:textId="77777777" w:rsidR="003D2132" w:rsidRPr="002E558B" w:rsidRDefault="003D2132" w:rsidP="002B4335">
            <w:pPr>
              <w:tabs>
                <w:tab w:val="left" w:pos="4320"/>
              </w:tabs>
              <w:rPr>
                <w:spacing w:val="0"/>
              </w:rPr>
            </w:pPr>
          </w:p>
        </w:tc>
        <w:tc>
          <w:tcPr>
            <w:tcW w:w="4464" w:type="dxa"/>
            <w:vAlign w:val="bottom"/>
          </w:tcPr>
          <w:p w14:paraId="112A15C1" w14:textId="77777777" w:rsidR="003D2132" w:rsidRPr="002E558B" w:rsidRDefault="003D2132" w:rsidP="002B4335">
            <w:pPr>
              <w:tabs>
                <w:tab w:val="left" w:pos="4320"/>
              </w:tabs>
              <w:rPr>
                <w:spacing w:val="0"/>
              </w:rPr>
            </w:pPr>
          </w:p>
        </w:tc>
      </w:tr>
    </w:tbl>
    <w:p w14:paraId="5C1D2166"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2C071" w14:textId="77777777" w:rsidR="002D0629" w:rsidRDefault="002D0629">
      <w:r>
        <w:separator/>
      </w:r>
    </w:p>
  </w:endnote>
  <w:endnote w:type="continuationSeparator" w:id="0">
    <w:p w14:paraId="1AE64451" w14:textId="77777777" w:rsidR="002D0629" w:rsidRDefault="002D0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B7C88" w14:textId="77777777" w:rsidR="002D0629" w:rsidRDefault="002D0629">
      <w:r>
        <w:separator/>
      </w:r>
    </w:p>
  </w:footnote>
  <w:footnote w:type="continuationSeparator" w:id="0">
    <w:p w14:paraId="4D63350B" w14:textId="77777777" w:rsidR="002D0629" w:rsidRDefault="002D0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38BF5" w14:textId="5F8B0112"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B853EE">
      <w:rPr>
        <w:rStyle w:val="Lehekljenumber"/>
        <w:noProof/>
        <w:color w:val="808080"/>
        <w:sz w:val="20"/>
        <w:szCs w:val="20"/>
      </w:rPr>
      <w:t>2</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0"/>
  </w:num>
  <w:num w:numId="3">
    <w:abstractNumId w:val="3"/>
  </w:num>
  <w:num w:numId="4">
    <w:abstractNumId w:val="25"/>
  </w:num>
  <w:num w:numId="5">
    <w:abstractNumId w:val="16"/>
  </w:num>
  <w:num w:numId="6">
    <w:abstractNumId w:val="22"/>
  </w:num>
  <w:num w:numId="7">
    <w:abstractNumId w:val="12"/>
  </w:num>
  <w:num w:numId="8">
    <w:abstractNumId w:val="0"/>
  </w:num>
  <w:num w:numId="9">
    <w:abstractNumId w:val="19"/>
  </w:num>
  <w:num w:numId="10">
    <w:abstractNumId w:val="5"/>
  </w:num>
  <w:num w:numId="11">
    <w:abstractNumId w:val="28"/>
  </w:num>
  <w:num w:numId="12">
    <w:abstractNumId w:val="13"/>
  </w:num>
  <w:num w:numId="13">
    <w:abstractNumId w:val="8"/>
  </w:num>
  <w:num w:numId="14">
    <w:abstractNumId w:val="27"/>
  </w:num>
  <w:num w:numId="15">
    <w:abstractNumId w:val="24"/>
  </w:num>
  <w:num w:numId="16">
    <w:abstractNumId w:val="9"/>
  </w:num>
  <w:num w:numId="17">
    <w:abstractNumId w:val="2"/>
  </w:num>
  <w:num w:numId="18">
    <w:abstractNumId w:val="17"/>
  </w:num>
  <w:num w:numId="19">
    <w:abstractNumId w:val="11"/>
  </w:num>
  <w:num w:numId="20">
    <w:abstractNumId w:val="26"/>
  </w:num>
  <w:num w:numId="21">
    <w:abstractNumId w:val="15"/>
  </w:num>
  <w:num w:numId="22">
    <w:abstractNumId w:val="18"/>
  </w:num>
  <w:num w:numId="23">
    <w:abstractNumId w:val="4"/>
  </w:num>
  <w:num w:numId="24">
    <w:abstractNumId w:val="7"/>
  </w:num>
  <w:num w:numId="25">
    <w:abstractNumId w:val="1"/>
  </w:num>
  <w:num w:numId="26">
    <w:abstractNumId w:val="6"/>
  </w:num>
  <w:num w:numId="27">
    <w:abstractNumId w:val="14"/>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2C5"/>
    <w:rsid w:val="00003552"/>
    <w:rsid w:val="00005149"/>
    <w:rsid w:val="00007B2B"/>
    <w:rsid w:val="00010E89"/>
    <w:rsid w:val="00024C33"/>
    <w:rsid w:val="000310AC"/>
    <w:rsid w:val="000314D3"/>
    <w:rsid w:val="000470C0"/>
    <w:rsid w:val="000520B4"/>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B7261"/>
    <w:rsid w:val="001D7643"/>
    <w:rsid w:val="001E0346"/>
    <w:rsid w:val="001E45E2"/>
    <w:rsid w:val="001F694C"/>
    <w:rsid w:val="002171BB"/>
    <w:rsid w:val="00226FE0"/>
    <w:rsid w:val="00236F93"/>
    <w:rsid w:val="00243153"/>
    <w:rsid w:val="00263586"/>
    <w:rsid w:val="00266BC5"/>
    <w:rsid w:val="002727E6"/>
    <w:rsid w:val="00273BFA"/>
    <w:rsid w:val="002820BC"/>
    <w:rsid w:val="002832E7"/>
    <w:rsid w:val="002857EB"/>
    <w:rsid w:val="002A3368"/>
    <w:rsid w:val="002B4335"/>
    <w:rsid w:val="002B5483"/>
    <w:rsid w:val="002C397D"/>
    <w:rsid w:val="002D0629"/>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47B5"/>
    <w:rsid w:val="00477BE3"/>
    <w:rsid w:val="004812F1"/>
    <w:rsid w:val="00493647"/>
    <w:rsid w:val="004953A8"/>
    <w:rsid w:val="004A4BF3"/>
    <w:rsid w:val="004A7A4E"/>
    <w:rsid w:val="004A7E77"/>
    <w:rsid w:val="004D7186"/>
    <w:rsid w:val="004E37F4"/>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85D4F"/>
    <w:rsid w:val="0079313F"/>
    <w:rsid w:val="007A1C55"/>
    <w:rsid w:val="007A2FCE"/>
    <w:rsid w:val="007A541D"/>
    <w:rsid w:val="007B7BB4"/>
    <w:rsid w:val="0080599F"/>
    <w:rsid w:val="008145C3"/>
    <w:rsid w:val="00817CFB"/>
    <w:rsid w:val="00817E41"/>
    <w:rsid w:val="008235A5"/>
    <w:rsid w:val="008319DC"/>
    <w:rsid w:val="00843D0E"/>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1DA0"/>
    <w:rsid w:val="008D247D"/>
    <w:rsid w:val="009109EE"/>
    <w:rsid w:val="00913E07"/>
    <w:rsid w:val="0091421C"/>
    <w:rsid w:val="00925DB6"/>
    <w:rsid w:val="009311E2"/>
    <w:rsid w:val="009325FD"/>
    <w:rsid w:val="00933BFC"/>
    <w:rsid w:val="00954F57"/>
    <w:rsid w:val="009603AB"/>
    <w:rsid w:val="00966B15"/>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6C2"/>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834"/>
    <w:rsid w:val="00B31366"/>
    <w:rsid w:val="00B40651"/>
    <w:rsid w:val="00B51ED3"/>
    <w:rsid w:val="00B5699C"/>
    <w:rsid w:val="00B81DF9"/>
    <w:rsid w:val="00B853EE"/>
    <w:rsid w:val="00B9464B"/>
    <w:rsid w:val="00B94694"/>
    <w:rsid w:val="00B96B64"/>
    <w:rsid w:val="00BA274B"/>
    <w:rsid w:val="00BB626F"/>
    <w:rsid w:val="00BC753E"/>
    <w:rsid w:val="00BD020B"/>
    <w:rsid w:val="00BD3B59"/>
    <w:rsid w:val="00BF0471"/>
    <w:rsid w:val="00BF42DA"/>
    <w:rsid w:val="00BF5FC2"/>
    <w:rsid w:val="00C002C5"/>
    <w:rsid w:val="00C006DF"/>
    <w:rsid w:val="00C30F0E"/>
    <w:rsid w:val="00C426B9"/>
    <w:rsid w:val="00C448C0"/>
    <w:rsid w:val="00C47C61"/>
    <w:rsid w:val="00CA1F35"/>
    <w:rsid w:val="00CA2B5D"/>
    <w:rsid w:val="00CA5074"/>
    <w:rsid w:val="00CA7555"/>
    <w:rsid w:val="00CB0E41"/>
    <w:rsid w:val="00CC3F43"/>
    <w:rsid w:val="00CE262C"/>
    <w:rsid w:val="00CF2C51"/>
    <w:rsid w:val="00CF2D96"/>
    <w:rsid w:val="00D05CEE"/>
    <w:rsid w:val="00D135D3"/>
    <w:rsid w:val="00D21B88"/>
    <w:rsid w:val="00D256FE"/>
    <w:rsid w:val="00D353D2"/>
    <w:rsid w:val="00D35EDF"/>
    <w:rsid w:val="00D63E89"/>
    <w:rsid w:val="00D64E88"/>
    <w:rsid w:val="00D708C2"/>
    <w:rsid w:val="00D84FE7"/>
    <w:rsid w:val="00D856BC"/>
    <w:rsid w:val="00D928B1"/>
    <w:rsid w:val="00DA731F"/>
    <w:rsid w:val="00DC7377"/>
    <w:rsid w:val="00DD2D98"/>
    <w:rsid w:val="00DD7F36"/>
    <w:rsid w:val="00DF51C2"/>
    <w:rsid w:val="00E01ADB"/>
    <w:rsid w:val="00E03F91"/>
    <w:rsid w:val="00E04B90"/>
    <w:rsid w:val="00E2059B"/>
    <w:rsid w:val="00E30997"/>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02C5"/>
    <w:rsid w:val="00F57EA5"/>
    <w:rsid w:val="00F73984"/>
    <w:rsid w:val="00F74E58"/>
    <w:rsid w:val="00F767BA"/>
    <w:rsid w:val="00F82458"/>
    <w:rsid w:val="00F85642"/>
    <w:rsid w:val="00F962AD"/>
    <w:rsid w:val="00FA7B91"/>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42F74D"/>
  <w15:docId w15:val="{AF83BFB9-EF69-49C0-B8FD-3AF059D8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C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Documents\02%20Objektid\Rulli%20taimla\01%20Rulli%20taimla%20ehitamine\Hange\Lisa%202%20Hankelepingu%20v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1F73-3263-47DF-9285-8E90D861661B}">
  <ds:schemaRefs>
    <ds:schemaRef ds:uri="http://schemas.microsoft.com/sharepoint/v3/contenttype/forms"/>
  </ds:schemaRefs>
</ds:datastoreItem>
</file>

<file path=customXml/itemProps2.xml><?xml version="1.0" encoding="utf-8"?>
<ds:datastoreItem xmlns:ds="http://schemas.openxmlformats.org/officeDocument/2006/customXml" ds:itemID="{EB85A65E-8731-4D6F-BFE8-6683250F96E8}">
  <ds:schemaRefs>
    <ds:schemaRef ds:uri="http://schemas.microsoft.com/office/infopath/2007/PartnerControls"/>
    <ds:schemaRef ds:uri="http://purl.org/dc/terms/"/>
    <ds:schemaRef ds:uri="ad8159d5-3832-492c-8b12-f4b734a8b39a"/>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7101f956-65e9-4f02-8f9c-607275500d38"/>
    <ds:schemaRef ds:uri="http://purl.org/dc/elements/1.1/"/>
  </ds:schemaRefs>
</ds:datastoreItem>
</file>

<file path=customXml/itemProps3.xml><?xml version="1.0" encoding="utf-8"?>
<ds:datastoreItem xmlns:ds="http://schemas.openxmlformats.org/officeDocument/2006/customXml" ds:itemID="{3B6C4F03-103D-40FD-9452-1BC2574C0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A28795-B9FD-4A85-834E-2AA3C1BA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Lisa 2 Hankelepingu vorm.dotx</Template>
  <TotalTime>17</TotalTime>
  <Pages>9</Pages>
  <Words>2993</Words>
  <Characters>21760</Characters>
  <Application>Microsoft Office Word</Application>
  <DocSecurity>0</DocSecurity>
  <Lines>181</Lines>
  <Paragraphs>49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3</cp:revision>
  <cp:lastPrinted>2012-01-19T11:15:00Z</cp:lastPrinted>
  <dcterms:created xsi:type="dcterms:W3CDTF">2023-10-23T11:07:00Z</dcterms:created>
  <dcterms:modified xsi:type="dcterms:W3CDTF">2023-10-23T11:23:00Z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